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5AD" w:rsidRDefault="007215AD" w:rsidP="007215AD">
      <w:pPr>
        <w:pStyle w:val="berschrift2"/>
        <w:numPr>
          <w:ilvl w:val="0"/>
          <w:numId w:val="0"/>
        </w:numPr>
      </w:pPr>
      <w:bookmarkStart w:id="0" w:name="_Toc412541718"/>
      <w:r>
        <w:t>5_1_</w:t>
      </w:r>
      <w:r w:rsidR="00F04CF2">
        <w:t xml:space="preserve">1 </w:t>
      </w:r>
      <w:r w:rsidR="009E146B">
        <w:t>Tafelbild</w:t>
      </w:r>
      <w:r w:rsidR="00F04CF2">
        <w:t xml:space="preserve"> (Lösungsvorschlag)</w:t>
      </w:r>
    </w:p>
    <w:p w:rsidR="007215AD" w:rsidRPr="006C5E6E" w:rsidRDefault="007215AD" w:rsidP="007215AD">
      <w:pPr>
        <w:pStyle w:val="Textkrper"/>
        <w:rPr>
          <w:sz w:val="22"/>
          <w:szCs w:val="22"/>
        </w:rPr>
      </w:pPr>
      <w:r>
        <w:rPr>
          <w:sz w:val="22"/>
          <w:szCs w:val="22"/>
        </w:rPr>
        <w:t>Aufgabe: Ordne</w:t>
      </w:r>
      <w:r w:rsidR="00B045B9">
        <w:rPr>
          <w:sz w:val="22"/>
          <w:szCs w:val="22"/>
        </w:rPr>
        <w:t>n S</w:t>
      </w:r>
      <w:r>
        <w:rPr>
          <w:sz w:val="22"/>
          <w:szCs w:val="22"/>
        </w:rPr>
        <w:t>ie</w:t>
      </w:r>
      <w:r w:rsidR="00B045B9">
        <w:rPr>
          <w:sz w:val="22"/>
          <w:szCs w:val="22"/>
        </w:rPr>
        <w:t xml:space="preserve"> die</w:t>
      </w:r>
      <w:r>
        <w:rPr>
          <w:sz w:val="22"/>
          <w:szCs w:val="22"/>
        </w:rPr>
        <w:t xml:space="preserve"> Karten den Bereichen der Einleitung richtig zu</w:t>
      </w:r>
      <w:r w:rsidR="00B045B9">
        <w:rPr>
          <w:sz w:val="22"/>
          <w:szCs w:val="22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289"/>
        <w:gridCol w:w="7213"/>
      </w:tblGrid>
      <w:tr w:rsidR="007215AD" w:rsidTr="00E369C7">
        <w:tc>
          <w:tcPr>
            <w:tcW w:w="14710" w:type="dxa"/>
            <w:gridSpan w:val="2"/>
          </w:tcPr>
          <w:p w:rsidR="007215AD" w:rsidRPr="006C5E6E" w:rsidRDefault="007215AD" w:rsidP="00E369C7">
            <w:pPr>
              <w:pStyle w:val="Textkrper"/>
              <w:jc w:val="center"/>
              <w:rPr>
                <w:b/>
              </w:rPr>
            </w:pPr>
            <w:r w:rsidRPr="006C5E6E">
              <w:rPr>
                <w:b/>
              </w:rPr>
              <w:t>Die Einleitung einer Textwiedergabe</w:t>
            </w:r>
            <w:r w:rsidR="00B045B9">
              <w:rPr>
                <w:b/>
              </w:rPr>
              <w:t xml:space="preserve"> –</w:t>
            </w:r>
          </w:p>
          <w:p w:rsidR="007215AD" w:rsidRPr="00593CB4" w:rsidRDefault="007215AD" w:rsidP="00B045B9">
            <w:pPr>
              <w:pStyle w:val="Textkrper-Erstzeileneinzug"/>
              <w:jc w:val="center"/>
            </w:pPr>
            <w:r>
              <w:t>Vorstellung des Untersuchungsgegenstands</w:t>
            </w:r>
          </w:p>
        </w:tc>
      </w:tr>
      <w:tr w:rsidR="007215AD" w:rsidTr="00E369C7">
        <w:tc>
          <w:tcPr>
            <w:tcW w:w="7355" w:type="dxa"/>
          </w:tcPr>
          <w:p w:rsidR="007215AD" w:rsidRPr="00143FB6" w:rsidRDefault="007215AD" w:rsidP="00E369C7">
            <w:pPr>
              <w:pStyle w:val="Textkrper"/>
              <w:rPr>
                <w:b/>
              </w:rPr>
            </w:pPr>
            <w:r w:rsidRPr="00143FB6">
              <w:rPr>
                <w:b/>
              </w:rPr>
              <w:t>Einleitung</w:t>
            </w:r>
          </w:p>
          <w:p w:rsidR="007215AD" w:rsidRDefault="007215AD" w:rsidP="00E369C7">
            <w:pPr>
              <w:pStyle w:val="Textkrper-Erstzeileneinzug"/>
            </w:pPr>
          </w:p>
          <w:p w:rsidR="007215AD" w:rsidRPr="007215AD" w:rsidRDefault="007215AD" w:rsidP="00E369C7">
            <w:pPr>
              <w:pStyle w:val="Textkrper-Erstzeileneinzug"/>
              <w:numPr>
                <w:ilvl w:val="0"/>
                <w:numId w:val="25"/>
              </w:numPr>
              <w:rPr>
                <w:b/>
                <w:u w:val="single"/>
              </w:rPr>
            </w:pPr>
            <w:r w:rsidRPr="007215AD">
              <w:rPr>
                <w:b/>
                <w:u w:val="single"/>
              </w:rPr>
              <w:t>Allgemeine Information</w:t>
            </w:r>
          </w:p>
          <w:p w:rsidR="007215AD" w:rsidRDefault="007215AD" w:rsidP="00E369C7">
            <w:pPr>
              <w:pStyle w:val="Textkrper-Erstzeileneinzug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F932810" wp14:editId="6B74B046">
                      <wp:simplePos x="0" y="0"/>
                      <wp:positionH relativeFrom="column">
                        <wp:posOffset>2773680</wp:posOffset>
                      </wp:positionH>
                      <wp:positionV relativeFrom="paragraph">
                        <wp:posOffset>109220</wp:posOffset>
                      </wp:positionV>
                      <wp:extent cx="1579245" cy="308610"/>
                      <wp:effectExtent l="0" t="0" r="20955" b="15240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9245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Erscheinungsjahr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" o:spid="_x0000_s1026" style="position:absolute;left:0;text-align:left;margin-left:218.4pt;margin-top:8.6pt;width:124.35pt;height:2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Erscheinungsjahr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69B4BB0" wp14:editId="3EB38C1C">
                      <wp:simplePos x="0" y="0"/>
                      <wp:positionH relativeFrom="column">
                        <wp:posOffset>1162050</wp:posOffset>
                      </wp:positionH>
                      <wp:positionV relativeFrom="paragraph">
                        <wp:posOffset>95885</wp:posOffset>
                      </wp:positionV>
                      <wp:extent cx="1341755" cy="355600"/>
                      <wp:effectExtent l="0" t="0" r="10795" b="25400"/>
                      <wp:wrapNone/>
                      <wp:docPr id="4" name="Rechtec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1755" cy="355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Titel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4" o:spid="_x0000_s1027" style="position:absolute;left:0;text-align:left;margin-left:91.5pt;margin-top:7.55pt;width:105.65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Titel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912DAAD" wp14:editId="335BE3C8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124460</wp:posOffset>
                      </wp:positionV>
                      <wp:extent cx="1021080" cy="344170"/>
                      <wp:effectExtent l="0" t="0" r="26670" b="17780"/>
                      <wp:wrapNone/>
                      <wp:docPr id="8" name="Rechtec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1080" cy="344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Textart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8" o:spid="_x0000_s1028" style="position:absolute;left:0;text-align:left;margin-left:.55pt;margin-top:9.8pt;width:80.4pt;height:27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Textart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215AD" w:rsidRDefault="007215AD" w:rsidP="00E369C7">
            <w:pPr>
              <w:pStyle w:val="Textkrper-Erstzeileneinzug"/>
            </w:pPr>
          </w:p>
          <w:p w:rsidR="007215AD" w:rsidRDefault="007215AD" w:rsidP="00E369C7">
            <w:pPr>
              <w:pStyle w:val="Textkrper-Erstzeileneinzug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73E4DB0" wp14:editId="5C375791">
                      <wp:simplePos x="0" y="0"/>
                      <wp:positionH relativeFrom="column">
                        <wp:posOffset>1481455</wp:posOffset>
                      </wp:positionH>
                      <wp:positionV relativeFrom="paragraph">
                        <wp:posOffset>152400</wp:posOffset>
                      </wp:positionV>
                      <wp:extent cx="1471930" cy="379730"/>
                      <wp:effectExtent l="0" t="0" r="13970" b="20320"/>
                      <wp:wrapNone/>
                      <wp:docPr id="17" name="Rechtec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1930" cy="379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Autor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7" o:spid="_x0000_s1029" style="position:absolute;left:0;text-align:left;margin-left:116.65pt;margin-top:12pt;width:115.9pt;height:29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Autor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2272E77" wp14:editId="442E6E7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65405</wp:posOffset>
                      </wp:positionV>
                      <wp:extent cx="1341755" cy="332105"/>
                      <wp:effectExtent l="0" t="0" r="10795" b="10795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1755" cy="332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Quelle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6" o:spid="_x0000_s1030" style="position:absolute;left:0;text-align:left;margin-left:-.75pt;margin-top:5.15pt;width:105.65pt;height:26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Quelle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215AD" w:rsidRDefault="007215AD" w:rsidP="00E369C7">
            <w:pPr>
              <w:pStyle w:val="Textkrper-Erstzeileneinzug"/>
            </w:pPr>
          </w:p>
          <w:p w:rsidR="007215AD" w:rsidRDefault="007215AD" w:rsidP="00E369C7">
            <w:pPr>
              <w:pStyle w:val="Textkrper-Erstzeileneinzug"/>
            </w:pPr>
          </w:p>
          <w:p w:rsidR="007215AD" w:rsidRDefault="007215AD" w:rsidP="00E369C7">
            <w:pPr>
              <w:pStyle w:val="Textkrper-Erstzeileneinzug"/>
            </w:pPr>
          </w:p>
          <w:p w:rsidR="007215AD" w:rsidRPr="007215AD" w:rsidRDefault="007215AD" w:rsidP="00E369C7">
            <w:pPr>
              <w:pStyle w:val="Textkrper-Erstzeileneinzug"/>
              <w:numPr>
                <w:ilvl w:val="0"/>
                <w:numId w:val="25"/>
              </w:numPr>
              <w:rPr>
                <w:b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44F850C" wp14:editId="39AFE657">
                      <wp:simplePos x="0" y="0"/>
                      <wp:positionH relativeFrom="column">
                        <wp:posOffset>2811780</wp:posOffset>
                      </wp:positionH>
                      <wp:positionV relativeFrom="paragraph">
                        <wp:posOffset>168910</wp:posOffset>
                      </wp:positionV>
                      <wp:extent cx="1579245" cy="379730"/>
                      <wp:effectExtent l="0" t="0" r="20955" b="2032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9245" cy="379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Die Gesellschaft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5" o:spid="_x0000_s1031" style="position:absolute;left:0;text-align:left;margin-left:221.4pt;margin-top:13.3pt;width:124.35pt;height:29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Die Gesellschaft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045B9">
              <w:rPr>
                <w:b/>
                <w:u w:val="single"/>
              </w:rPr>
              <w:t>Thema/Problematik/</w:t>
            </w:r>
            <w:r w:rsidRPr="007215AD">
              <w:rPr>
                <w:b/>
                <w:u w:val="single"/>
              </w:rPr>
              <w:t>Kernsatz</w:t>
            </w:r>
          </w:p>
          <w:p w:rsidR="007215AD" w:rsidRDefault="007215AD" w:rsidP="00E369C7">
            <w:pPr>
              <w:pStyle w:val="Textkrper-Erstzeileneinzug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C246E4D" wp14:editId="0CA83985">
                      <wp:simplePos x="0" y="0"/>
                      <wp:positionH relativeFrom="column">
                        <wp:posOffset>1438910</wp:posOffset>
                      </wp:positionH>
                      <wp:positionV relativeFrom="paragraph">
                        <wp:posOffset>28575</wp:posOffset>
                      </wp:positionV>
                      <wp:extent cx="1210945" cy="379730"/>
                      <wp:effectExtent l="0" t="0" r="27305" b="20320"/>
                      <wp:wrapNone/>
                      <wp:docPr id="29" name="Rechteck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0945" cy="379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Probleme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9" o:spid="_x0000_s1032" style="position:absolute;left:0;text-align:left;margin-left:113.3pt;margin-top:2.25pt;width:95.35pt;height:29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Probleme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CB369FA" wp14:editId="79F55A4F">
                      <wp:simplePos x="0" y="0"/>
                      <wp:positionH relativeFrom="column">
                        <wp:posOffset>253636</wp:posOffset>
                      </wp:positionH>
                      <wp:positionV relativeFrom="paragraph">
                        <wp:posOffset>66972</wp:posOffset>
                      </wp:positionV>
                      <wp:extent cx="919837" cy="308610"/>
                      <wp:effectExtent l="0" t="0" r="13970" b="15240"/>
                      <wp:wrapNone/>
                      <wp:docPr id="19" name="Rechtec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9837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Verhalten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9" o:spid="_x0000_s1033" style="position:absolute;left:0;text-align:left;margin-left:19.95pt;margin-top:5.25pt;width:72.45pt;height:24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Verhalten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215AD" w:rsidRDefault="007215AD" w:rsidP="00E369C7">
            <w:pPr>
              <w:pStyle w:val="Textkrper-Erstzeileneinzug"/>
            </w:pPr>
          </w:p>
          <w:p w:rsidR="007215AD" w:rsidRDefault="007215AD" w:rsidP="00E369C7">
            <w:pPr>
              <w:pStyle w:val="Textkrper-Erstzeileneinzug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4967545" wp14:editId="2B1DB98D">
                      <wp:simplePos x="0" y="0"/>
                      <wp:positionH relativeFrom="column">
                        <wp:posOffset>3076575</wp:posOffset>
                      </wp:positionH>
                      <wp:positionV relativeFrom="paragraph">
                        <wp:posOffset>-5715</wp:posOffset>
                      </wp:positionV>
                      <wp:extent cx="1377315" cy="356235"/>
                      <wp:effectExtent l="0" t="0" r="13335" b="24765"/>
                      <wp:wrapNone/>
                      <wp:docPr id="28" name="Rechteck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315" cy="356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Verzweiflung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8" o:spid="_x0000_s1034" style="position:absolute;left:0;text-align:left;margin-left:242.25pt;margin-top:-.45pt;width:108.45pt;height:28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Verzweiflung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E6415C3" wp14:editId="50A3B4E1">
                      <wp:simplePos x="0" y="0"/>
                      <wp:positionH relativeFrom="column">
                        <wp:posOffset>1445895</wp:posOffset>
                      </wp:positionH>
                      <wp:positionV relativeFrom="paragraph">
                        <wp:posOffset>40005</wp:posOffset>
                      </wp:positionV>
                      <wp:extent cx="1353185" cy="284480"/>
                      <wp:effectExtent l="19050" t="57150" r="37465" b="58420"/>
                      <wp:wrapNone/>
                      <wp:docPr id="34" name="Rechteck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180">
                                <a:off x="0" y="0"/>
                                <a:ext cx="1353185" cy="284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Hilflosigkeit</w:t>
                                  </w:r>
                                </w:p>
                                <w:p w:rsidR="007215AD" w:rsidRDefault="007215AD" w:rsidP="007215A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4" o:spid="_x0000_s1035" style="position:absolute;left:0;text-align:left;margin-left:113.85pt;margin-top:3.15pt;width:106.55pt;height:22.4pt;rotation:177144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Hilflosigkeit</w:t>
                            </w:r>
                          </w:p>
                          <w:p w:rsidR="007215AD" w:rsidRDefault="007215AD" w:rsidP="007215AD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35EE9D1" wp14:editId="5B3CB4BE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-3973</wp:posOffset>
                      </wp:positionV>
                      <wp:extent cx="1317625" cy="367030"/>
                      <wp:effectExtent l="0" t="0" r="15875" b="13970"/>
                      <wp:wrapNone/>
                      <wp:docPr id="35" name="Rechtec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7625" cy="367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Kommunikation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5" o:spid="_x0000_s1036" style="position:absolute;left:0;text-align:left;margin-left:9.6pt;margin-top:-.3pt;width:103.75pt;height:28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Kommunikation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215AD" w:rsidRDefault="007215AD" w:rsidP="00E369C7">
            <w:pPr>
              <w:pStyle w:val="Textkrper-Erstzeileneinzug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2EEB13E" wp14:editId="5A1277A8">
                      <wp:simplePos x="0" y="0"/>
                      <wp:positionH relativeFrom="column">
                        <wp:posOffset>1583055</wp:posOffset>
                      </wp:positionH>
                      <wp:positionV relativeFrom="paragraph">
                        <wp:posOffset>183515</wp:posOffset>
                      </wp:positionV>
                      <wp:extent cx="1317625" cy="367665"/>
                      <wp:effectExtent l="0" t="0" r="15875" b="13335"/>
                      <wp:wrapNone/>
                      <wp:docPr id="27" name="Rechtec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7625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Individuum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7" o:spid="_x0000_s1037" style="position:absolute;left:0;text-align:left;margin-left:124.65pt;margin-top:14.45pt;width:103.75pt;height:28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Individuum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215AD" w:rsidRDefault="007215AD" w:rsidP="00E369C7">
            <w:pPr>
              <w:pStyle w:val="Textkrper-Erstzeileneinzug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1854399" wp14:editId="407EF6B6">
                      <wp:simplePos x="0" y="0"/>
                      <wp:positionH relativeFrom="column">
                        <wp:posOffset>2972435</wp:posOffset>
                      </wp:positionH>
                      <wp:positionV relativeFrom="paragraph">
                        <wp:posOffset>6350</wp:posOffset>
                      </wp:positionV>
                      <wp:extent cx="1080135" cy="344170"/>
                      <wp:effectExtent l="0" t="0" r="24765" b="17780"/>
                      <wp:wrapNone/>
                      <wp:docPr id="20" name="Rechtec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135" cy="344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Einsamkeit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0" o:spid="_x0000_s1038" style="position:absolute;left:0;text-align:left;margin-left:234.05pt;margin-top:.5pt;width:85.05pt;height:27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Einsamkeit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1CB6B72" wp14:editId="53E5F19E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29845</wp:posOffset>
                      </wp:positionV>
                      <wp:extent cx="1412875" cy="320040"/>
                      <wp:effectExtent l="0" t="0" r="15875" b="22860"/>
                      <wp:wrapNone/>
                      <wp:docPr id="33" name="Rechtec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2875" cy="32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Stimmung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3" o:spid="_x0000_s1039" style="position:absolute;left:0;text-align:left;margin-left:6.75pt;margin-top:2.35pt;width:111.25pt;height:25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Stimmung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215AD" w:rsidRDefault="007215AD" w:rsidP="00E369C7">
            <w:pPr>
              <w:pStyle w:val="Textkrper-Erstzeileneinzug"/>
            </w:pPr>
          </w:p>
          <w:p w:rsidR="007215AD" w:rsidRPr="007215AD" w:rsidRDefault="007215AD" w:rsidP="00E369C7">
            <w:pPr>
              <w:pStyle w:val="Textkrper-Erstzeileneinzug"/>
              <w:numPr>
                <w:ilvl w:val="0"/>
                <w:numId w:val="25"/>
              </w:numPr>
              <w:rPr>
                <w:b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773283F" wp14:editId="57DBB74D">
                      <wp:simplePos x="0" y="0"/>
                      <wp:positionH relativeFrom="column">
                        <wp:posOffset>2747010</wp:posOffset>
                      </wp:positionH>
                      <wp:positionV relativeFrom="paragraph">
                        <wp:posOffset>124279</wp:posOffset>
                      </wp:positionV>
                      <wp:extent cx="1186997" cy="356235"/>
                      <wp:effectExtent l="0" t="0" r="13335" b="24765"/>
                      <wp:wrapNone/>
                      <wp:docPr id="25" name="Rechtec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6997" cy="356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besuchen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5" o:spid="_x0000_s1040" style="position:absolute;left:0;text-align:left;margin-left:216.3pt;margin-top:9.8pt;width:93.45pt;height:28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besuchen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045B9">
              <w:rPr>
                <w:b/>
                <w:u w:val="single"/>
              </w:rPr>
              <w:t>Handlung/</w:t>
            </w:r>
            <w:r w:rsidRPr="007215AD">
              <w:rPr>
                <w:b/>
                <w:u w:val="single"/>
              </w:rPr>
              <w:t>Überleitung</w:t>
            </w:r>
          </w:p>
          <w:p w:rsidR="007215AD" w:rsidRDefault="007215AD" w:rsidP="00E369C7">
            <w:pPr>
              <w:pStyle w:val="Textkrper-Erstzeileneinzug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13EA94" wp14:editId="4E1AEEEE">
                      <wp:simplePos x="0" y="0"/>
                      <wp:positionH relativeFrom="column">
                        <wp:posOffset>1275080</wp:posOffset>
                      </wp:positionH>
                      <wp:positionV relativeFrom="paragraph">
                        <wp:posOffset>39370</wp:posOffset>
                      </wp:positionV>
                      <wp:extent cx="1341755" cy="379730"/>
                      <wp:effectExtent l="0" t="0" r="10795" b="20320"/>
                      <wp:wrapNone/>
                      <wp:docPr id="3" name="Rechtec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1755" cy="379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Junger Mann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" o:spid="_x0000_s1041" style="position:absolute;left:0;text-align:left;margin-left:100.4pt;margin-top:3.1pt;width:105.65pt;height:2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Junger Mann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215AD">
              <w:rPr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4CFF04" wp14:editId="76E0457E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40640</wp:posOffset>
                      </wp:positionV>
                      <wp:extent cx="1080135" cy="260985"/>
                      <wp:effectExtent l="0" t="0" r="24765" b="24765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135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Bankfiliale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" o:spid="_x0000_s1042" style="position:absolute;left:0;text-align:left;margin-left:7.15pt;margin-top:3.2pt;width:85.05pt;height:2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Bankfiliale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215AD" w:rsidRDefault="007215AD" w:rsidP="00E369C7">
            <w:pPr>
              <w:pStyle w:val="Textkrper-Erstzeileneinzug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4D6FB85" wp14:editId="167BE3D4">
                      <wp:simplePos x="0" y="0"/>
                      <wp:positionH relativeFrom="column">
                        <wp:posOffset>4305</wp:posOffset>
                      </wp:positionH>
                      <wp:positionV relativeFrom="paragraph">
                        <wp:posOffset>149184</wp:posOffset>
                      </wp:positionV>
                      <wp:extent cx="1163262" cy="308288"/>
                      <wp:effectExtent l="0" t="0" r="18415" b="15875"/>
                      <wp:wrapNone/>
                      <wp:docPr id="7" name="Rechtec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3262" cy="3082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Johann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7" o:spid="_x0000_s1043" style="position:absolute;left:0;text-align:left;margin-left:.35pt;margin-top:11.75pt;width:91.6pt;height:2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Johann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9DFEC92" wp14:editId="0E836B7E">
                      <wp:simplePos x="0" y="0"/>
                      <wp:positionH relativeFrom="column">
                        <wp:posOffset>2747645</wp:posOffset>
                      </wp:positionH>
                      <wp:positionV relativeFrom="paragraph">
                        <wp:posOffset>84579</wp:posOffset>
                      </wp:positionV>
                      <wp:extent cx="1306195" cy="367665"/>
                      <wp:effectExtent l="0" t="0" r="27305" b="13335"/>
                      <wp:wrapNone/>
                      <wp:docPr id="31" name="Rechtec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195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Gespräch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1" o:spid="_x0000_s1044" style="position:absolute;left:0;text-align:left;margin-left:216.35pt;margin-top:6.65pt;width:102.85pt;height:28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Gespräch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215AD" w:rsidRDefault="007215AD" w:rsidP="00E369C7">
            <w:pPr>
              <w:pStyle w:val="Textkrper-Erstzeileneinzug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2BF7B11" wp14:editId="66E12127">
                      <wp:simplePos x="0" y="0"/>
                      <wp:positionH relativeFrom="column">
                        <wp:posOffset>1289050</wp:posOffset>
                      </wp:positionH>
                      <wp:positionV relativeFrom="paragraph">
                        <wp:posOffset>99695</wp:posOffset>
                      </wp:positionV>
                      <wp:extent cx="1210945" cy="344170"/>
                      <wp:effectExtent l="38100" t="57150" r="27305" b="55880"/>
                      <wp:wrapNone/>
                      <wp:docPr id="30" name="Rechtec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431836">
                                <a:off x="0" y="0"/>
                                <a:ext cx="1210945" cy="344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Arbeitsplatz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0" o:spid="_x0000_s1045" style="position:absolute;left:0;text-align:left;margin-left:101.5pt;margin-top:7.85pt;width:95.35pt;height:27.1pt;rotation:-183680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Arbeitsplatz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215AD" w:rsidRDefault="007215AD" w:rsidP="00E369C7">
            <w:pPr>
              <w:pStyle w:val="Textkrper-Erstzeileneinzug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5C1B72C" wp14:editId="539D034D">
                      <wp:simplePos x="0" y="0"/>
                      <wp:positionH relativeFrom="column">
                        <wp:posOffset>-19280</wp:posOffset>
                      </wp:positionH>
                      <wp:positionV relativeFrom="paragraph">
                        <wp:posOffset>153513</wp:posOffset>
                      </wp:positionV>
                      <wp:extent cx="1176976" cy="314325"/>
                      <wp:effectExtent l="38100" t="57150" r="23495" b="47625"/>
                      <wp:wrapNone/>
                      <wp:docPr id="18" name="Rechtec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3240">
                                <a:off x="0" y="0"/>
                                <a:ext cx="1176976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Grünes Auto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8" o:spid="_x0000_s1046" style="position:absolute;left:0;text-align:left;margin-left:-1.5pt;margin-top:12.1pt;width:92.7pt;height:24.75pt;rotation:221992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Grünes Auto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9948587" wp14:editId="61D35CBD">
                      <wp:simplePos x="0" y="0"/>
                      <wp:positionH relativeFrom="column">
                        <wp:posOffset>3358515</wp:posOffset>
                      </wp:positionH>
                      <wp:positionV relativeFrom="paragraph">
                        <wp:posOffset>88265</wp:posOffset>
                      </wp:positionV>
                      <wp:extent cx="1223010" cy="284480"/>
                      <wp:effectExtent l="0" t="0" r="15240" b="20320"/>
                      <wp:wrapNone/>
                      <wp:docPr id="26" name="Rechtec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3010" cy="284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Tante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6" o:spid="_x0000_s1047" style="position:absolute;left:0;text-align:left;margin-left:264.45pt;margin-top:6.95pt;width:96.3pt;height:22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Tante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215AD" w:rsidRPr="00593CB4" w:rsidRDefault="007215AD" w:rsidP="00E369C7">
            <w:pPr>
              <w:pStyle w:val="Textkrper-Erstzeileneinzug"/>
            </w:pPr>
          </w:p>
        </w:tc>
        <w:tc>
          <w:tcPr>
            <w:tcW w:w="7355" w:type="dxa"/>
          </w:tcPr>
          <w:p w:rsidR="007215AD" w:rsidRDefault="007215AD" w:rsidP="00E369C7">
            <w:pPr>
              <w:pStyle w:val="Textkrp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499B08E" wp14:editId="1716EEA9">
                      <wp:simplePos x="0" y="0"/>
                      <wp:positionH relativeFrom="column">
                        <wp:posOffset>1544477</wp:posOffset>
                      </wp:positionH>
                      <wp:positionV relativeFrom="paragraph">
                        <wp:posOffset>3367908</wp:posOffset>
                      </wp:positionV>
                      <wp:extent cx="1318161" cy="368135"/>
                      <wp:effectExtent l="0" t="0" r="15875" b="13335"/>
                      <wp:wrapNone/>
                      <wp:docPr id="36" name="Rechteck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8161" cy="368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215AD" w:rsidRDefault="007215AD" w:rsidP="007215AD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6" o:spid="_x0000_s1048" style="position:absolute;left:0;text-align:left;margin-left:121.6pt;margin-top:265.2pt;width:103.8pt;height:2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" fillcolor="#4f81bd" strokecolor="#385d8a" strokeweight="2pt">
                      <v:textbox>
                        <w:txbxContent>
                          <w:p w:rsidR="007215AD" w:rsidRDefault="007215AD" w:rsidP="007215AD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D07E7F" w:rsidRDefault="00D07E7F" w:rsidP="00596354">
      <w:pPr>
        <w:pStyle w:val="berschrift2"/>
        <w:numPr>
          <w:ilvl w:val="0"/>
          <w:numId w:val="0"/>
        </w:numPr>
        <w:ind w:left="360"/>
      </w:pPr>
    </w:p>
    <w:bookmarkEnd w:id="0"/>
    <w:sectPr w:rsidR="00D07E7F" w:rsidSect="005963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134" w:right="1418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812" w:rsidRDefault="00592812" w:rsidP="001E03DE">
      <w:r>
        <w:separator/>
      </w:r>
    </w:p>
  </w:endnote>
  <w:endnote w:type="continuationSeparator" w:id="0">
    <w:p w:rsidR="00592812" w:rsidRDefault="0059281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89E" w:rsidRDefault="0009789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89E" w:rsidRDefault="0009789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596354" w:rsidTr="00842B1B">
      <w:tc>
        <w:tcPr>
          <w:tcW w:w="817" w:type="dxa"/>
        </w:tcPr>
        <w:p w:rsidR="00596354" w:rsidRDefault="00596354" w:rsidP="00842B1B">
          <w:pPr>
            <w:pStyle w:val="Fuzeile"/>
          </w:pPr>
        </w:p>
      </w:tc>
      <w:tc>
        <w:tcPr>
          <w:tcW w:w="13574" w:type="dxa"/>
        </w:tcPr>
        <w:p w:rsidR="00596354" w:rsidRDefault="00596354" w:rsidP="00842B1B">
          <w:pPr>
            <w:pStyle w:val="Fuzeile"/>
          </w:pPr>
        </w:p>
      </w:tc>
      <w:tc>
        <w:tcPr>
          <w:tcW w:w="318" w:type="dxa"/>
        </w:tcPr>
        <w:p w:rsidR="00596354" w:rsidRDefault="00596354" w:rsidP="00842B1B">
          <w:pPr>
            <w:pStyle w:val="Fuzeile"/>
          </w:pPr>
        </w:p>
      </w:tc>
    </w:tr>
    <w:tr w:rsidR="00596354" w:rsidTr="00842B1B">
      <w:tc>
        <w:tcPr>
          <w:tcW w:w="817" w:type="dxa"/>
        </w:tcPr>
        <w:p w:rsidR="00596354" w:rsidRDefault="00596354" w:rsidP="00842B1B">
          <w:pPr>
            <w:pStyle w:val="Fuzeile"/>
          </w:pPr>
          <w:r>
            <w:t xml:space="preserve">Fach: </w:t>
          </w:r>
        </w:p>
      </w:tc>
      <w:tc>
        <w:tcPr>
          <w:tcW w:w="13574" w:type="dxa"/>
        </w:tcPr>
        <w:p w:rsidR="00596354" w:rsidRDefault="00596354" w:rsidP="00842B1B">
          <w:pPr>
            <w:pStyle w:val="Fuzeile"/>
          </w:pPr>
          <w:r>
            <w:t>Deutsch</w:t>
          </w:r>
        </w:p>
      </w:tc>
      <w:tc>
        <w:tcPr>
          <w:tcW w:w="318" w:type="dxa"/>
        </w:tcPr>
        <w:p w:rsidR="00596354" w:rsidRDefault="00596354" w:rsidP="00842B1B">
          <w:pPr>
            <w:pStyle w:val="Fuzeile"/>
          </w:pPr>
        </w:p>
      </w:tc>
    </w:tr>
    <w:tr w:rsidR="00596354" w:rsidTr="00842B1B">
      <w:tc>
        <w:tcPr>
          <w:tcW w:w="817" w:type="dxa"/>
        </w:tcPr>
        <w:p w:rsidR="00596354" w:rsidRPr="008A6B36" w:rsidRDefault="00596354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574" w:type="dxa"/>
        </w:tcPr>
        <w:p w:rsidR="00596354" w:rsidRDefault="0009789E" w:rsidP="00842B1B">
          <w:pPr>
            <w:pStyle w:val="Fuzeile"/>
          </w:pPr>
          <w:r>
            <w:t>Relevante Informationen identifizieren, Sinnabschnitte erkennen, eine Einleitung formulieren</w:t>
          </w:r>
          <w:bookmarkStart w:id="1" w:name="_GoBack"/>
          <w:bookmarkEnd w:id="1"/>
        </w:p>
      </w:tc>
      <w:tc>
        <w:tcPr>
          <w:tcW w:w="318" w:type="dxa"/>
        </w:tcPr>
        <w:p w:rsidR="00596354" w:rsidRDefault="00596354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09789E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596354" w:rsidRDefault="00C1176F" w:rsidP="0059635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812" w:rsidRDefault="00592812" w:rsidP="001E03DE">
      <w:r>
        <w:separator/>
      </w:r>
    </w:p>
  </w:footnote>
  <w:footnote w:type="continuationSeparator" w:id="0">
    <w:p w:rsidR="00592812" w:rsidRDefault="00592812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89E" w:rsidRDefault="0009789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89E" w:rsidRDefault="0009789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354" w:rsidRPr="00F131AC" w:rsidRDefault="00596354" w:rsidP="00596354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D7BA4A8" wp14:editId="5B68806B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354" w:rsidRPr="00E20335" w:rsidRDefault="00596354" w:rsidP="00596354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49" style="position:absolute;margin-left:48.75pt;margin-top:23.25pt;width:731.25pt;height:34.3pt;z-index:251659264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50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596354" w:rsidRPr="00E20335" w:rsidRDefault="00596354" w:rsidP="00596354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51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52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596354" w:rsidRPr="000F5B18" w:rsidRDefault="00596354" w:rsidP="0059635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66B2914"/>
    <w:multiLevelType w:val="hybridMultilevel"/>
    <w:tmpl w:val="55E0D196"/>
    <w:lvl w:ilvl="0" w:tplc="E26CD386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AE50A13"/>
    <w:multiLevelType w:val="hybridMultilevel"/>
    <w:tmpl w:val="76D65D00"/>
    <w:lvl w:ilvl="0" w:tplc="596E69F0">
      <w:start w:val="2"/>
      <w:numFmt w:val="bullet"/>
      <w:lvlText w:val="-"/>
      <w:lvlJc w:val="left"/>
      <w:pPr>
        <w:ind w:left="717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F90E74"/>
    <w:multiLevelType w:val="hybridMultilevel"/>
    <w:tmpl w:val="A984AE86"/>
    <w:lvl w:ilvl="0" w:tplc="0FDA8736">
      <w:start w:val="2"/>
      <w:numFmt w:val="bullet"/>
      <w:lvlText w:val="-"/>
      <w:lvlJc w:val="left"/>
      <w:pPr>
        <w:ind w:left="717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9"/>
  </w:num>
  <w:num w:numId="12">
    <w:abstractNumId w:val="8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1"/>
  </w:num>
  <w:num w:numId="18">
    <w:abstractNumId w:val="11"/>
  </w:num>
  <w:num w:numId="19">
    <w:abstractNumId w:val="11"/>
  </w:num>
  <w:num w:numId="20">
    <w:abstractNumId w:val="7"/>
  </w:num>
  <w:num w:numId="21">
    <w:abstractNumId w:val="1"/>
  </w:num>
  <w:num w:numId="22">
    <w:abstractNumId w:val="12"/>
  </w:num>
  <w:num w:numId="23">
    <w:abstractNumId w:val="3"/>
  </w:num>
  <w:num w:numId="24">
    <w:abstractNumId w:val="4"/>
  </w:num>
  <w:num w:numId="25">
    <w:abstractNumId w:val="6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17"/>
    <w:rsid w:val="0009789E"/>
    <w:rsid w:val="000A7654"/>
    <w:rsid w:val="00143FB6"/>
    <w:rsid w:val="001A2103"/>
    <w:rsid w:val="001E03DE"/>
    <w:rsid w:val="002223B8"/>
    <w:rsid w:val="00296589"/>
    <w:rsid w:val="00445B6B"/>
    <w:rsid w:val="0044650F"/>
    <w:rsid w:val="00592812"/>
    <w:rsid w:val="00596354"/>
    <w:rsid w:val="007215AD"/>
    <w:rsid w:val="008A6B36"/>
    <w:rsid w:val="008A7911"/>
    <w:rsid w:val="009533B3"/>
    <w:rsid w:val="009935DA"/>
    <w:rsid w:val="009C05F9"/>
    <w:rsid w:val="009E146B"/>
    <w:rsid w:val="00B045B9"/>
    <w:rsid w:val="00B127D0"/>
    <w:rsid w:val="00C1176F"/>
    <w:rsid w:val="00C22DA6"/>
    <w:rsid w:val="00C329C9"/>
    <w:rsid w:val="00C54C17"/>
    <w:rsid w:val="00CD6932"/>
    <w:rsid w:val="00D07E7F"/>
    <w:rsid w:val="00DA114A"/>
    <w:rsid w:val="00DC7E46"/>
    <w:rsid w:val="00E15C59"/>
    <w:rsid w:val="00E82045"/>
    <w:rsid w:val="00F04CF2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0A76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0A76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wnloads\Formatvorlage%20meth.-didakt.-Konz.%202016-11-07%20(1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CF329-08E3-45B1-B6E6-B60714597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(1).dotx</Template>
  <TotalTime>0</TotalTime>
  <Pages>1</Pages>
  <Words>42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 Layer</dc:creator>
  <cp:lastModifiedBy>Barbian, Markus (LS)</cp:lastModifiedBy>
  <cp:revision>10</cp:revision>
  <cp:lastPrinted>2016-11-07T13:26:00Z</cp:lastPrinted>
  <dcterms:created xsi:type="dcterms:W3CDTF">2017-11-16T12:33:00Z</dcterms:created>
  <dcterms:modified xsi:type="dcterms:W3CDTF">2018-06-27T13:38:00Z</dcterms:modified>
</cp:coreProperties>
</file>